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9EC" w:rsidRPr="00A83647" w:rsidRDefault="000659EC" w:rsidP="00196BCF">
      <w:pPr>
        <w:spacing w:after="0" w:line="240" w:lineRule="auto"/>
        <w:ind w:right="279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59EC" w:rsidRPr="00A83647" w:rsidRDefault="000659EC" w:rsidP="00196BCF">
      <w:pPr>
        <w:spacing w:after="0" w:line="240" w:lineRule="auto"/>
        <w:ind w:right="279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A83647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РЕЦЕНЗІЯ</w:t>
      </w:r>
    </w:p>
    <w:p w:rsidR="000659EC" w:rsidRPr="00A83647" w:rsidRDefault="000659EC" w:rsidP="00196BCF">
      <w:pPr>
        <w:spacing w:after="0" w:line="240" w:lineRule="auto"/>
        <w:ind w:right="279"/>
        <w:jc w:val="center"/>
        <w:rPr>
          <w:rFonts w:ascii="Times New Roman" w:hAnsi="Times New Roman" w:cs="Times New Roman"/>
          <w:sz w:val="18"/>
          <w:szCs w:val="18"/>
          <w:lang w:eastAsia="uk-UA"/>
        </w:rPr>
      </w:pPr>
      <w:r w:rsidRPr="00A83647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на наукову роботу</w:t>
      </w:r>
      <w:r w:rsidRPr="00A83647">
        <w:rPr>
          <w:rFonts w:ascii="Times New Roman" w:hAnsi="Times New Roman" w:cs="Times New Roman"/>
          <w:sz w:val="28"/>
          <w:szCs w:val="28"/>
          <w:lang w:eastAsia="uk-UA"/>
        </w:rPr>
        <w:t xml:space="preserve"> __________ARTES INGENUAE________________, представлену на Конкурс</w:t>
      </w:r>
    </w:p>
    <w:p w:rsidR="000659EC" w:rsidRPr="00A83647" w:rsidRDefault="000659EC" w:rsidP="00196BCF">
      <w:pPr>
        <w:spacing w:after="0" w:line="240" w:lineRule="auto"/>
        <w:ind w:right="279"/>
        <w:jc w:val="center"/>
        <w:rPr>
          <w:rFonts w:ascii="Times New Roman" w:hAnsi="Times New Roman" w:cs="Times New Roman"/>
          <w:sz w:val="18"/>
          <w:szCs w:val="18"/>
          <w:lang w:eastAsia="uk-UA"/>
        </w:rPr>
      </w:pPr>
      <w:r w:rsidRPr="00A83647">
        <w:rPr>
          <w:rFonts w:ascii="Times New Roman" w:hAnsi="Times New Roman" w:cs="Times New Roman"/>
          <w:sz w:val="18"/>
          <w:szCs w:val="18"/>
          <w:lang w:eastAsia="uk-UA"/>
        </w:rPr>
        <w:t>(шифр)</w:t>
      </w:r>
    </w:p>
    <w:p w:rsidR="000659EC" w:rsidRPr="00A83647" w:rsidRDefault="000659EC" w:rsidP="00196BCF">
      <w:pPr>
        <w:spacing w:after="0" w:line="240" w:lineRule="auto"/>
        <w:ind w:right="279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A83647">
        <w:rPr>
          <w:rFonts w:ascii="Times New Roman" w:hAnsi="Times New Roman" w:cs="Times New Roman"/>
          <w:sz w:val="28"/>
          <w:szCs w:val="28"/>
          <w:lang w:eastAsia="uk-UA"/>
        </w:rPr>
        <w:t>з ________________________________________________________________</w:t>
      </w:r>
    </w:p>
    <w:p w:rsidR="000659EC" w:rsidRPr="00A83647" w:rsidRDefault="000659EC" w:rsidP="00196BCF">
      <w:pPr>
        <w:spacing w:after="0" w:line="240" w:lineRule="auto"/>
        <w:ind w:right="279"/>
        <w:rPr>
          <w:rFonts w:ascii="Times New Roman" w:hAnsi="Times New Roman" w:cs="Times New Roman"/>
          <w:sz w:val="18"/>
          <w:szCs w:val="18"/>
          <w:lang w:eastAsia="ru-RU"/>
        </w:rPr>
      </w:pPr>
      <w:r w:rsidRPr="00A8364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A8364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A8364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A8364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A8364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A83647">
        <w:rPr>
          <w:rFonts w:ascii="Times New Roman" w:hAnsi="Times New Roman" w:cs="Times New Roman"/>
          <w:sz w:val="18"/>
          <w:szCs w:val="18"/>
          <w:lang w:eastAsia="ru-RU"/>
        </w:rPr>
        <w:t xml:space="preserve">    (назва галузі знань, спеціальності, спеціалізації)</w:t>
      </w:r>
    </w:p>
    <w:p w:rsidR="000659EC" w:rsidRPr="00A83647" w:rsidRDefault="000659EC" w:rsidP="00196BCF">
      <w:pPr>
        <w:spacing w:after="0" w:line="240" w:lineRule="auto"/>
        <w:ind w:right="279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98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120"/>
        <w:gridCol w:w="1980"/>
        <w:gridCol w:w="927"/>
      </w:tblGrid>
      <w:tr w:rsidR="000659EC" w:rsidRPr="002D54B0">
        <w:tc>
          <w:tcPr>
            <w:tcW w:w="828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№</w:t>
            </w:r>
          </w:p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612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Характеристики та критерії оцінки рукопису наукової роботи</w:t>
            </w:r>
            <w:r w:rsidRPr="00A8364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uk-UA"/>
              </w:rPr>
              <w:footnoteReference w:id="2"/>
            </w:r>
          </w:p>
        </w:tc>
        <w:tc>
          <w:tcPr>
            <w:tcW w:w="1980" w:type="dxa"/>
          </w:tcPr>
          <w:p w:rsidR="000659EC" w:rsidRPr="00A83647" w:rsidRDefault="000659EC" w:rsidP="00196BCF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0659EC" w:rsidRPr="00A83647" w:rsidRDefault="000659EC" w:rsidP="00196BCF">
            <w:pPr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Бали</w:t>
            </w:r>
          </w:p>
        </w:tc>
      </w:tr>
      <w:tr w:rsidR="000659EC" w:rsidRPr="002D54B0">
        <w:tc>
          <w:tcPr>
            <w:tcW w:w="828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2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Актуальність проблеми</w:t>
            </w:r>
          </w:p>
        </w:tc>
        <w:tc>
          <w:tcPr>
            <w:tcW w:w="198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10 </w:t>
            </w:r>
          </w:p>
        </w:tc>
        <w:tc>
          <w:tcPr>
            <w:tcW w:w="927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0659EC" w:rsidRPr="002D54B0">
        <w:tc>
          <w:tcPr>
            <w:tcW w:w="828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12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Новизна та оригінальність ідей</w:t>
            </w:r>
          </w:p>
        </w:tc>
        <w:tc>
          <w:tcPr>
            <w:tcW w:w="198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927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</w:tr>
      <w:tr w:rsidR="000659EC" w:rsidRPr="002D54B0">
        <w:tc>
          <w:tcPr>
            <w:tcW w:w="828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2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Використані методи дослідження</w:t>
            </w:r>
          </w:p>
        </w:tc>
        <w:tc>
          <w:tcPr>
            <w:tcW w:w="198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927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0659EC" w:rsidRPr="002D54B0">
        <w:tc>
          <w:tcPr>
            <w:tcW w:w="828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12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Теоретичні наукові результати</w:t>
            </w:r>
          </w:p>
        </w:tc>
        <w:tc>
          <w:tcPr>
            <w:tcW w:w="198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927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0659EC" w:rsidRPr="002D54B0">
        <w:tc>
          <w:tcPr>
            <w:tcW w:w="828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12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98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927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</w:t>
            </w:r>
          </w:p>
        </w:tc>
      </w:tr>
      <w:tr w:rsidR="000659EC" w:rsidRPr="002D54B0">
        <w:tc>
          <w:tcPr>
            <w:tcW w:w="828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12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98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927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0659EC" w:rsidRPr="002D54B0">
        <w:tc>
          <w:tcPr>
            <w:tcW w:w="828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12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Ступінь самостійності роботи</w:t>
            </w:r>
          </w:p>
        </w:tc>
        <w:tc>
          <w:tcPr>
            <w:tcW w:w="198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927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</w:tr>
      <w:tr w:rsidR="000659EC" w:rsidRPr="002D54B0">
        <w:tc>
          <w:tcPr>
            <w:tcW w:w="828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12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Якість оформлення</w:t>
            </w:r>
          </w:p>
        </w:tc>
        <w:tc>
          <w:tcPr>
            <w:tcW w:w="198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927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0659EC" w:rsidRPr="002D54B0">
        <w:tc>
          <w:tcPr>
            <w:tcW w:w="828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12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Наукові публікації</w:t>
            </w:r>
          </w:p>
        </w:tc>
        <w:tc>
          <w:tcPr>
            <w:tcW w:w="198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927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659EC" w:rsidRPr="002D54B0">
        <w:tc>
          <w:tcPr>
            <w:tcW w:w="828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12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98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927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</w:tr>
      <w:tr w:rsidR="000659EC" w:rsidRPr="002D54B0">
        <w:tc>
          <w:tcPr>
            <w:tcW w:w="828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12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Недоліки роботи (пояснення зниження максимальних балів у пунктах 1-9):</w:t>
            </w:r>
          </w:p>
        </w:tc>
        <w:tc>
          <w:tcPr>
            <w:tcW w:w="198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659EC" w:rsidRPr="002D54B0">
        <w:tc>
          <w:tcPr>
            <w:tcW w:w="828" w:type="dxa"/>
          </w:tcPr>
          <w:p w:rsidR="000659EC" w:rsidRPr="00A83647" w:rsidRDefault="000659EC" w:rsidP="00196BC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11.1</w:t>
            </w:r>
          </w:p>
        </w:tc>
        <w:tc>
          <w:tcPr>
            <w:tcW w:w="612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Актуальність теми не обґрунтована, мета не вказана</w:t>
            </w:r>
          </w:p>
        </w:tc>
        <w:tc>
          <w:tcPr>
            <w:tcW w:w="198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659EC" w:rsidRPr="002D54B0">
        <w:tc>
          <w:tcPr>
            <w:tcW w:w="828" w:type="dxa"/>
          </w:tcPr>
          <w:p w:rsidR="000659EC" w:rsidRPr="00A83647" w:rsidRDefault="000659EC" w:rsidP="00196BCF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11.2</w:t>
            </w:r>
          </w:p>
        </w:tc>
        <w:tc>
          <w:tcPr>
            <w:tcW w:w="612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Робота містить лише елементи новизни</w:t>
            </w:r>
          </w:p>
        </w:tc>
        <w:tc>
          <w:tcPr>
            <w:tcW w:w="198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659EC" w:rsidRPr="002D54B0">
        <w:tc>
          <w:tcPr>
            <w:tcW w:w="828" w:type="dxa"/>
          </w:tcPr>
          <w:p w:rsidR="000659EC" w:rsidRPr="00A83647" w:rsidRDefault="000659EC" w:rsidP="00196BCF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11.3</w:t>
            </w:r>
          </w:p>
        </w:tc>
        <w:tc>
          <w:tcPr>
            <w:tcW w:w="6120" w:type="dxa"/>
          </w:tcPr>
          <w:p w:rsidR="000659EC" w:rsidRPr="00A83647" w:rsidRDefault="000659EC" w:rsidP="003C4607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Автор не вказав методи дослідження</w:t>
            </w:r>
          </w:p>
        </w:tc>
        <w:tc>
          <w:tcPr>
            <w:tcW w:w="198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659EC" w:rsidRPr="002D54B0">
        <w:tc>
          <w:tcPr>
            <w:tcW w:w="828" w:type="dxa"/>
          </w:tcPr>
          <w:p w:rsidR="000659EC" w:rsidRPr="00A83647" w:rsidRDefault="000659EC" w:rsidP="00196BCF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11.4</w:t>
            </w:r>
          </w:p>
        </w:tc>
        <w:tc>
          <w:tcPr>
            <w:tcW w:w="612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Теоретичні наукові результати не надто глибокі.</w:t>
            </w:r>
          </w:p>
        </w:tc>
        <w:tc>
          <w:tcPr>
            <w:tcW w:w="198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659EC" w:rsidRPr="002D54B0">
        <w:tc>
          <w:tcPr>
            <w:tcW w:w="828" w:type="dxa"/>
          </w:tcPr>
          <w:p w:rsidR="000659EC" w:rsidRPr="00A83647" w:rsidRDefault="000659EC" w:rsidP="00196BCF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11.5</w:t>
            </w:r>
          </w:p>
        </w:tc>
        <w:tc>
          <w:tcPr>
            <w:tcW w:w="612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659EC" w:rsidRPr="002D54B0">
        <w:tc>
          <w:tcPr>
            <w:tcW w:w="828" w:type="dxa"/>
          </w:tcPr>
          <w:p w:rsidR="000659EC" w:rsidRPr="00A83647" w:rsidRDefault="000659EC" w:rsidP="00196BCF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11.6</w:t>
            </w:r>
          </w:p>
        </w:tc>
        <w:tc>
          <w:tcPr>
            <w:tcW w:w="612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659EC" w:rsidRPr="002D54B0">
        <w:tc>
          <w:tcPr>
            <w:tcW w:w="828" w:type="dxa"/>
          </w:tcPr>
          <w:p w:rsidR="000659EC" w:rsidRPr="00A83647" w:rsidRDefault="000659EC" w:rsidP="00196BCF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11.7</w:t>
            </w:r>
          </w:p>
        </w:tc>
        <w:tc>
          <w:tcPr>
            <w:tcW w:w="6120" w:type="dxa"/>
          </w:tcPr>
          <w:p w:rsidR="000659EC" w:rsidRPr="00A83647" w:rsidRDefault="000659EC" w:rsidP="003C4607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Позитивним моментом є наявність додатків, при підготовці яких автор продемонстрував самостійну роботу. Але, не завжди посилання на ці додатки кореспондуються зі змістом додатків</w:t>
            </w:r>
          </w:p>
        </w:tc>
        <w:tc>
          <w:tcPr>
            <w:tcW w:w="198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659EC" w:rsidRPr="002D54B0">
        <w:tc>
          <w:tcPr>
            <w:tcW w:w="828" w:type="dxa"/>
          </w:tcPr>
          <w:p w:rsidR="000659EC" w:rsidRPr="00A83647" w:rsidRDefault="000659EC" w:rsidP="00196BCF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11.8</w:t>
            </w:r>
          </w:p>
        </w:tc>
        <w:tc>
          <w:tcPr>
            <w:tcW w:w="6120" w:type="dxa"/>
          </w:tcPr>
          <w:p w:rsidR="000659EC" w:rsidRPr="00A83647" w:rsidRDefault="000659EC" w:rsidP="003C4607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Робота не вичитана належним чином, що призводить до викривлення змісту. </w:t>
            </w:r>
          </w:p>
        </w:tc>
        <w:tc>
          <w:tcPr>
            <w:tcW w:w="198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659EC" w:rsidRPr="002D54B0">
        <w:tc>
          <w:tcPr>
            <w:tcW w:w="828" w:type="dxa"/>
          </w:tcPr>
          <w:p w:rsidR="000659EC" w:rsidRPr="00A83647" w:rsidRDefault="000659EC" w:rsidP="00196BCF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11.9</w:t>
            </w:r>
          </w:p>
        </w:tc>
        <w:tc>
          <w:tcPr>
            <w:tcW w:w="612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659EC" w:rsidRPr="002D54B0">
        <w:tc>
          <w:tcPr>
            <w:tcW w:w="828" w:type="dxa"/>
          </w:tcPr>
          <w:p w:rsidR="000659EC" w:rsidRPr="00A83647" w:rsidRDefault="000659EC" w:rsidP="00196BCF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11.10</w:t>
            </w:r>
          </w:p>
        </w:tc>
        <w:tc>
          <w:tcPr>
            <w:tcW w:w="6120" w:type="dxa"/>
          </w:tcPr>
          <w:p w:rsidR="000659EC" w:rsidRPr="00A83647" w:rsidRDefault="000659EC" w:rsidP="003C4607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Зустрічаються некоректні текстові запозичення. Подекуди запозичений текст скорочено, а</w:t>
            </w:r>
            <w:bookmarkStart w:id="0" w:name="_GoBack"/>
            <w:bookmarkEnd w:id="0"/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ле вкрай невдало.</w:t>
            </w:r>
          </w:p>
          <w:p w:rsidR="000659EC" w:rsidRPr="00A83647" w:rsidRDefault="000659EC" w:rsidP="00196BCF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659EC" w:rsidRPr="002D54B0">
        <w:tc>
          <w:tcPr>
            <w:tcW w:w="8928" w:type="dxa"/>
            <w:gridSpan w:val="3"/>
          </w:tcPr>
          <w:p w:rsidR="000659EC" w:rsidRPr="00A83647" w:rsidRDefault="000659EC" w:rsidP="00196BCF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Сума балів</w:t>
            </w:r>
          </w:p>
        </w:tc>
        <w:tc>
          <w:tcPr>
            <w:tcW w:w="927" w:type="dxa"/>
          </w:tcPr>
          <w:p w:rsidR="000659EC" w:rsidRPr="00A83647" w:rsidRDefault="000659EC" w:rsidP="00196BCF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6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37</w:t>
            </w:r>
          </w:p>
        </w:tc>
      </w:tr>
    </w:tbl>
    <w:p w:rsidR="000659EC" w:rsidRPr="003D4E3D" w:rsidRDefault="000659EC">
      <w:pPr>
        <w:rPr>
          <w:lang w:val="ru-RU"/>
        </w:rPr>
      </w:pPr>
    </w:p>
    <w:sectPr w:rsidR="000659EC" w:rsidRPr="003D4E3D" w:rsidSect="00A31165">
      <w:pgSz w:w="11906" w:h="16838"/>
      <w:pgMar w:top="1134" w:right="20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9EC" w:rsidRDefault="000659EC" w:rsidP="00196BCF">
      <w:pPr>
        <w:spacing w:after="0" w:line="240" w:lineRule="auto"/>
      </w:pPr>
      <w:r>
        <w:separator/>
      </w:r>
    </w:p>
  </w:endnote>
  <w:endnote w:type="continuationSeparator" w:id="1">
    <w:p w:rsidR="000659EC" w:rsidRDefault="000659EC" w:rsidP="00196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9EC" w:rsidRDefault="000659EC" w:rsidP="00196BCF">
      <w:pPr>
        <w:spacing w:after="0" w:line="240" w:lineRule="auto"/>
      </w:pPr>
      <w:r>
        <w:separator/>
      </w:r>
    </w:p>
  </w:footnote>
  <w:footnote w:type="continuationSeparator" w:id="1">
    <w:p w:rsidR="000659EC" w:rsidRDefault="000659EC" w:rsidP="00196BCF">
      <w:pPr>
        <w:spacing w:after="0" w:line="240" w:lineRule="auto"/>
      </w:pPr>
      <w:r>
        <w:continuationSeparator/>
      </w:r>
    </w:p>
  </w:footnote>
  <w:footnote w:id="2">
    <w:p w:rsidR="000659EC" w:rsidRDefault="000659EC" w:rsidP="00196BCF">
      <w:pPr>
        <w:pStyle w:val="FootnoteText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7F8D"/>
    <w:rsid w:val="000659EC"/>
    <w:rsid w:val="00095574"/>
    <w:rsid w:val="00196BCF"/>
    <w:rsid w:val="001A4206"/>
    <w:rsid w:val="002D54B0"/>
    <w:rsid w:val="003575C0"/>
    <w:rsid w:val="00357CDE"/>
    <w:rsid w:val="003C4607"/>
    <w:rsid w:val="003D4E3D"/>
    <w:rsid w:val="005E17B1"/>
    <w:rsid w:val="006F17BD"/>
    <w:rsid w:val="008A7284"/>
    <w:rsid w:val="009801EE"/>
    <w:rsid w:val="00A31165"/>
    <w:rsid w:val="00A83647"/>
    <w:rsid w:val="00C77F8D"/>
    <w:rsid w:val="00D147C3"/>
    <w:rsid w:val="00F242BF"/>
    <w:rsid w:val="00F52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130"/>
    <w:pPr>
      <w:spacing w:after="200" w:line="276" w:lineRule="auto"/>
    </w:pPr>
    <w:rPr>
      <w:rFonts w:cs="Calibri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96B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96BCF"/>
  </w:style>
  <w:style w:type="paragraph" w:styleId="FootnoteText">
    <w:name w:val="footnote text"/>
    <w:basedOn w:val="Normal"/>
    <w:link w:val="FootnoteTextChar"/>
    <w:uiPriority w:val="99"/>
    <w:semiHidden/>
    <w:rsid w:val="00196BC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96BCF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196B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1</Pages>
  <Words>234</Words>
  <Characters>1334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2018-03-25T10:50:00Z</dcterms:created>
  <dcterms:modified xsi:type="dcterms:W3CDTF">2018-03-26T15:38:00Z</dcterms:modified>
</cp:coreProperties>
</file>